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323856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</w:t>
            </w:r>
            <w:r w:rsidR="00F928D8">
              <w:rPr>
                <w:b/>
                <w:bCs/>
                <w:sz w:val="22"/>
                <w:szCs w:val="22"/>
              </w:rPr>
              <w:t>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915902" w:rsidP="00397F8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výměna </w:t>
            </w:r>
            <w:r w:rsidR="000A525D">
              <w:rPr>
                <w:rFonts w:ascii="Arial" w:hAnsi="Arial" w:cs="Arial"/>
                <w:color w:val="FF0000"/>
                <w:sz w:val="24"/>
                <w:szCs w:val="24"/>
              </w:rPr>
              <w:t>potrubí vrA</w:t>
            </w:r>
            <w:bookmarkStart w:id="0" w:name="_GoBack"/>
            <w:bookmarkEnd w:id="0"/>
            <w:r w:rsidR="00397F83">
              <w:rPr>
                <w:rFonts w:ascii="Arial" w:hAnsi="Arial" w:cs="Arial"/>
                <w:color w:val="FF0000"/>
                <w:sz w:val="24"/>
                <w:szCs w:val="24"/>
              </w:rPr>
              <w:t>tného kalu – čov uherský brod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397F83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397F83">
                      <w:rPr>
                        <w:b/>
                        <w:szCs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525D"/>
    <w:rsid w:val="000A754F"/>
    <w:rsid w:val="000B086F"/>
    <w:rsid w:val="000B094D"/>
    <w:rsid w:val="000B1AC4"/>
    <w:rsid w:val="000B239D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3856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97F83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C6CE9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5902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3D1F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4F12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0814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3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F29F6CC6</Template>
  <TotalTime>55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40</cp:revision>
  <cp:lastPrinted>2021-05-24T06:24:00Z</cp:lastPrinted>
  <dcterms:created xsi:type="dcterms:W3CDTF">2019-09-19T08:40:00Z</dcterms:created>
  <dcterms:modified xsi:type="dcterms:W3CDTF">2025-05-16T06:33:00Z</dcterms:modified>
</cp:coreProperties>
</file>